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06"/>
        <w:gridCol w:w="4606"/>
      </w:tblGrid>
      <w:tr w:rsidR="003E5483">
        <w:trPr>
          <w:cantSplit/>
          <w:trHeight w:hRule="exact" w:val="2268"/>
        </w:trPr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Oberbürgermeister</w:t>
            </w:r>
          </w:p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David König</w:t>
            </w:r>
          </w:p>
        </w:tc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APD </w:t>
            </w:r>
          </w:p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Francesco Giacometti</w:t>
            </w:r>
          </w:p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3E5483">
        <w:trPr>
          <w:cantSplit/>
          <w:trHeight w:hRule="exact" w:val="2268"/>
        </w:trPr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APD</w:t>
            </w:r>
          </w:p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Karl-Heinz Dimpfelmoser</w:t>
            </w:r>
          </w:p>
        </w:tc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APD</w:t>
            </w:r>
          </w:p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Tobias Holtkamp</w:t>
            </w:r>
          </w:p>
        </w:tc>
      </w:tr>
      <w:tr w:rsidR="003E5483">
        <w:trPr>
          <w:cantSplit/>
          <w:trHeight w:hRule="exact" w:val="2268"/>
        </w:trPr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APD</w:t>
            </w:r>
          </w:p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Stephan Dillinger</w:t>
            </w:r>
          </w:p>
        </w:tc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APD</w:t>
            </w:r>
          </w:p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Gabriela Sigmann</w:t>
            </w:r>
          </w:p>
        </w:tc>
      </w:tr>
      <w:tr w:rsidR="003E5483">
        <w:trPr>
          <w:cantSplit/>
          <w:trHeight w:hRule="exact" w:val="2268"/>
        </w:trPr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APD</w:t>
            </w:r>
          </w:p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Franziska Walter</w:t>
            </w:r>
          </w:p>
        </w:tc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APD</w:t>
            </w:r>
          </w:p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Jürgen Geisler</w:t>
            </w:r>
          </w:p>
        </w:tc>
      </w:tr>
      <w:tr w:rsidR="003E5483">
        <w:trPr>
          <w:cantSplit/>
          <w:trHeight w:hRule="exact" w:val="2268"/>
        </w:trPr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APD</w:t>
            </w:r>
          </w:p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Marianne Basler</w:t>
            </w:r>
          </w:p>
        </w:tc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APD</w:t>
            </w:r>
          </w:p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Ali Yilmaz</w:t>
            </w:r>
          </w:p>
        </w:tc>
      </w:tr>
      <w:tr w:rsidR="003E5483">
        <w:trPr>
          <w:cantSplit/>
          <w:trHeight w:hRule="exact" w:val="2268"/>
        </w:trPr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APD</w:t>
            </w:r>
          </w:p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Gabriele Sehn</w:t>
            </w:r>
          </w:p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APD</w:t>
            </w:r>
          </w:p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Johannes Hörner</w:t>
            </w:r>
          </w:p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483">
        <w:trPr>
          <w:cantSplit/>
          <w:trHeight w:hRule="exact" w:val="2268"/>
        </w:trPr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CVP</w:t>
            </w:r>
          </w:p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Christiane Seidel</w:t>
            </w:r>
          </w:p>
        </w:tc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CVP</w:t>
            </w:r>
          </w:p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Johanna Friedrichs</w:t>
            </w:r>
          </w:p>
        </w:tc>
      </w:tr>
      <w:tr w:rsidR="003E5483">
        <w:trPr>
          <w:cantSplit/>
          <w:trHeight w:hRule="exact" w:val="2268"/>
        </w:trPr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CVP</w:t>
            </w:r>
          </w:p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Karl-Heinz Falkner</w:t>
            </w:r>
          </w:p>
        </w:tc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CVP</w:t>
            </w:r>
          </w:p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Heide Grünspan</w:t>
            </w:r>
          </w:p>
        </w:tc>
      </w:tr>
      <w:tr w:rsidR="003E5483">
        <w:trPr>
          <w:cantSplit/>
          <w:trHeight w:hRule="exact" w:val="2268"/>
        </w:trPr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CVP</w:t>
            </w:r>
          </w:p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Katharina Engler</w:t>
            </w:r>
          </w:p>
        </w:tc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CVP</w:t>
            </w:r>
          </w:p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Magnus Henrikson</w:t>
            </w:r>
          </w:p>
        </w:tc>
      </w:tr>
      <w:tr w:rsidR="003E5483">
        <w:trPr>
          <w:cantSplit/>
          <w:trHeight w:hRule="exact" w:val="2268"/>
        </w:trPr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CVP</w:t>
            </w:r>
          </w:p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Simon Weiland</w:t>
            </w:r>
          </w:p>
        </w:tc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CVP</w:t>
            </w:r>
          </w:p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Sofia Ruland</w:t>
            </w:r>
          </w:p>
        </w:tc>
      </w:tr>
      <w:tr w:rsidR="003E5483">
        <w:trPr>
          <w:cantSplit/>
          <w:trHeight w:hRule="exact" w:val="2268"/>
        </w:trPr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CVP</w:t>
            </w:r>
          </w:p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Erwin Vogelmann</w:t>
            </w:r>
          </w:p>
        </w:tc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CVP</w:t>
            </w:r>
          </w:p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Richard von Alzick</w:t>
            </w:r>
          </w:p>
        </w:tc>
      </w:tr>
      <w:tr w:rsidR="003E5483">
        <w:trPr>
          <w:cantSplit/>
          <w:trHeight w:hRule="exact" w:val="2268"/>
        </w:trPr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CVP</w:t>
            </w:r>
          </w:p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Peter Krotz</w:t>
            </w:r>
          </w:p>
        </w:tc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CVP</w:t>
            </w:r>
          </w:p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Daniela Breuninger</w:t>
            </w:r>
          </w:p>
        </w:tc>
      </w:tr>
      <w:tr w:rsidR="003E5483">
        <w:trPr>
          <w:cantSplit/>
          <w:trHeight w:hRule="exact" w:val="2268"/>
        </w:trPr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CVP</w:t>
            </w:r>
          </w:p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Brigitte Debele</w:t>
            </w:r>
          </w:p>
        </w:tc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CVP</w:t>
            </w:r>
          </w:p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Albert Mahner</w:t>
            </w:r>
          </w:p>
        </w:tc>
      </w:tr>
      <w:tr w:rsidR="003E5483">
        <w:trPr>
          <w:cantSplit/>
          <w:trHeight w:hRule="exact" w:val="2268"/>
        </w:trPr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CVP</w:t>
            </w:r>
          </w:p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Christina Goldnagel</w:t>
            </w:r>
          </w:p>
        </w:tc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FUL</w:t>
            </w:r>
          </w:p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Dr. Robert Dallmaier</w:t>
            </w:r>
          </w:p>
        </w:tc>
      </w:tr>
      <w:tr w:rsidR="003E5483">
        <w:trPr>
          <w:cantSplit/>
          <w:trHeight w:hRule="exact" w:val="2268"/>
        </w:trPr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FUL</w:t>
            </w:r>
          </w:p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Anke Ritter</w:t>
            </w:r>
          </w:p>
        </w:tc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FUL</w:t>
            </w:r>
          </w:p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Matthias Stahl</w:t>
            </w:r>
          </w:p>
        </w:tc>
      </w:tr>
      <w:tr w:rsidR="003E5483">
        <w:trPr>
          <w:cantSplit/>
          <w:trHeight w:hRule="exact" w:val="2268"/>
        </w:trPr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FUL</w:t>
            </w:r>
          </w:p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Hildegard Strauß</w:t>
            </w:r>
          </w:p>
        </w:tc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FUL</w:t>
            </w:r>
          </w:p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Fritz Schulz</w:t>
            </w:r>
          </w:p>
        </w:tc>
      </w:tr>
      <w:tr w:rsidR="003E5483">
        <w:trPr>
          <w:cantSplit/>
          <w:trHeight w:hRule="exact" w:val="2268"/>
        </w:trPr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FUL</w:t>
            </w:r>
          </w:p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Alisa Stecher</w:t>
            </w:r>
          </w:p>
        </w:tc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FUL</w:t>
            </w:r>
          </w:p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Peter Wenger</w:t>
            </w:r>
          </w:p>
        </w:tc>
      </w:tr>
      <w:tr w:rsidR="003E5483">
        <w:trPr>
          <w:cantSplit/>
          <w:trHeight w:hRule="exact" w:val="2268"/>
        </w:trPr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FUL</w:t>
            </w:r>
          </w:p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Karl Kupfer</w:t>
            </w:r>
          </w:p>
        </w:tc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FUL</w:t>
            </w:r>
          </w:p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Jens Traube</w:t>
            </w:r>
          </w:p>
        </w:tc>
      </w:tr>
      <w:tr w:rsidR="003E5483">
        <w:trPr>
          <w:cantSplit/>
          <w:trHeight w:hRule="exact" w:val="2268"/>
        </w:trPr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FUL</w:t>
            </w:r>
          </w:p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Karl Thoma</w:t>
            </w:r>
          </w:p>
        </w:tc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FUL</w:t>
            </w:r>
          </w:p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Erwin Feige</w:t>
            </w:r>
          </w:p>
        </w:tc>
      </w:tr>
      <w:tr w:rsidR="003E5483">
        <w:trPr>
          <w:cantSplit/>
          <w:trHeight w:hRule="exact" w:val="2268"/>
        </w:trPr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FUL</w:t>
            </w:r>
          </w:p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Gerhard Garnier</w:t>
            </w:r>
          </w:p>
        </w:tc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FUL</w:t>
            </w:r>
          </w:p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Thorsten Trimper</w:t>
            </w:r>
          </w:p>
        </w:tc>
      </w:tr>
      <w:tr w:rsidR="003E5483">
        <w:trPr>
          <w:cantSplit/>
          <w:trHeight w:hRule="exact" w:val="2268"/>
        </w:trPr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LRP</w:t>
            </w:r>
          </w:p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Dr. Joachim Wilcke</w:t>
            </w:r>
          </w:p>
        </w:tc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LRP</w:t>
            </w:r>
          </w:p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Marina Weiß</w:t>
            </w:r>
          </w:p>
        </w:tc>
      </w:tr>
      <w:tr w:rsidR="003E5483">
        <w:trPr>
          <w:cantSplit/>
          <w:trHeight w:hRule="exact" w:val="2268"/>
        </w:trPr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LRP</w:t>
            </w:r>
          </w:p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Pierre Courtier</w:t>
            </w:r>
          </w:p>
        </w:tc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LRP</w:t>
            </w:r>
          </w:p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Herbert Gebhardt</w:t>
            </w:r>
          </w:p>
        </w:tc>
      </w:tr>
      <w:tr w:rsidR="003E5483">
        <w:trPr>
          <w:cantSplit/>
          <w:trHeight w:hRule="exact" w:val="2268"/>
        </w:trPr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LRP</w:t>
            </w:r>
          </w:p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Holger Reißmann</w:t>
            </w:r>
          </w:p>
        </w:tc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LRP</w:t>
            </w:r>
          </w:p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Klaus Moggel</w:t>
            </w:r>
          </w:p>
        </w:tc>
      </w:tr>
      <w:tr w:rsidR="003E5483">
        <w:trPr>
          <w:cantSplit/>
          <w:trHeight w:hRule="exact" w:val="2268"/>
        </w:trPr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ÖSP</w:t>
            </w:r>
          </w:p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Annkatrin Röder</w:t>
            </w:r>
          </w:p>
        </w:tc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ÖSP</w:t>
            </w:r>
          </w:p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Leandro Stühlike</w:t>
            </w:r>
          </w:p>
        </w:tc>
      </w:tr>
      <w:tr w:rsidR="003E5483">
        <w:trPr>
          <w:cantSplit/>
          <w:trHeight w:hRule="exact" w:val="2268"/>
        </w:trPr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ÖSP</w:t>
            </w:r>
          </w:p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Claudia Thor</w:t>
            </w:r>
          </w:p>
        </w:tc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ÖSP</w:t>
            </w:r>
          </w:p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Wilhelm Mannig</w:t>
            </w:r>
          </w:p>
        </w:tc>
      </w:tr>
      <w:tr w:rsidR="003E5483">
        <w:trPr>
          <w:cantSplit/>
          <w:trHeight w:hRule="exact" w:val="2268"/>
        </w:trPr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ÖSP</w:t>
            </w:r>
          </w:p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Burak Süleyman</w:t>
            </w:r>
          </w:p>
        </w:tc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ÖSP</w:t>
            </w:r>
          </w:p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Dr. Toni Leither</w:t>
            </w:r>
          </w:p>
        </w:tc>
      </w:tr>
      <w:tr w:rsidR="003E5483">
        <w:trPr>
          <w:cantSplit/>
          <w:trHeight w:hRule="exact" w:val="2268"/>
        </w:trPr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ÖSP</w:t>
            </w:r>
          </w:p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Christiane Greifeld</w:t>
            </w:r>
          </w:p>
        </w:tc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ÖSP</w:t>
            </w:r>
          </w:p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Normen Krüger</w:t>
            </w:r>
          </w:p>
        </w:tc>
      </w:tr>
      <w:tr w:rsidR="003E5483">
        <w:trPr>
          <w:cantSplit/>
          <w:trHeight w:hRule="exact" w:val="2268"/>
        </w:trPr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ÖSP</w:t>
            </w:r>
          </w:p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Anne Mühl</w:t>
            </w:r>
          </w:p>
        </w:tc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Spielleitung</w:t>
            </w:r>
          </w:p>
        </w:tc>
      </w:tr>
      <w:tr w:rsidR="003E5483">
        <w:trPr>
          <w:cantSplit/>
          <w:trHeight w:hRule="exact" w:val="2268"/>
        </w:trPr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Spielleitung </w:t>
            </w:r>
          </w:p>
        </w:tc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Spielleitung</w:t>
            </w:r>
          </w:p>
        </w:tc>
      </w:tr>
      <w:tr w:rsidR="003E5483">
        <w:trPr>
          <w:cantSplit/>
          <w:trHeight w:hRule="exact" w:val="2268"/>
        </w:trPr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Spielleitung</w:t>
            </w:r>
          </w:p>
        </w:tc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Spielleitung</w:t>
            </w:r>
          </w:p>
        </w:tc>
      </w:tr>
      <w:tr w:rsidR="003E5483">
        <w:trPr>
          <w:cantSplit/>
          <w:trHeight w:hRule="exact" w:val="2268"/>
        </w:trPr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Bürgerinitiative</w:t>
            </w:r>
          </w:p>
        </w:tc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Bürgerinitiative</w:t>
            </w:r>
          </w:p>
        </w:tc>
      </w:tr>
      <w:tr w:rsidR="003E5483">
        <w:trPr>
          <w:cantSplit/>
          <w:trHeight w:hRule="exact" w:val="2268"/>
        </w:trPr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Bürgerinitiative</w:t>
            </w:r>
          </w:p>
        </w:tc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Bürgerinitiative</w:t>
            </w:r>
          </w:p>
        </w:tc>
      </w:tr>
      <w:tr w:rsidR="003E5483">
        <w:trPr>
          <w:cantSplit/>
          <w:trHeight w:hRule="exact" w:val="2268"/>
        </w:trPr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Bürgerinitiative</w:t>
            </w:r>
          </w:p>
        </w:tc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Bürgerinitiative</w:t>
            </w:r>
          </w:p>
        </w:tc>
      </w:tr>
      <w:tr w:rsidR="003E5483">
        <w:trPr>
          <w:cantSplit/>
          <w:trHeight w:hRule="exact" w:val="2268"/>
        </w:trPr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Presse</w:t>
            </w:r>
          </w:p>
        </w:tc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Presse</w:t>
            </w:r>
          </w:p>
        </w:tc>
      </w:tr>
      <w:tr w:rsidR="003E5483">
        <w:trPr>
          <w:cantSplit/>
          <w:trHeight w:hRule="exact" w:val="2268"/>
        </w:trPr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Presse</w:t>
            </w:r>
          </w:p>
        </w:tc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Presse</w:t>
            </w:r>
          </w:p>
        </w:tc>
      </w:tr>
      <w:tr w:rsidR="003E5483">
        <w:trPr>
          <w:cantSplit/>
          <w:trHeight w:hRule="exact" w:val="2268"/>
        </w:trPr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Presse</w:t>
            </w:r>
          </w:p>
        </w:tc>
        <w:tc>
          <w:tcPr>
            <w:tcW w:w="4606" w:type="dxa"/>
          </w:tcPr>
          <w:p w:rsidR="003E5483" w:rsidRDefault="003E5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Presse</w:t>
            </w:r>
          </w:p>
        </w:tc>
      </w:tr>
    </w:tbl>
    <w:p w:rsidR="003E5483" w:rsidRDefault="003E5483">
      <w:pPr>
        <w:rPr>
          <w:rFonts w:ascii="Times New Roman" w:hAnsi="Times New Roman" w:cs="Times New Roman"/>
          <w:sz w:val="24"/>
          <w:szCs w:val="24"/>
        </w:rPr>
      </w:pPr>
    </w:p>
    <w:sectPr w:rsidR="003E5483" w:rsidSect="003E548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embedSystemFont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5483"/>
    <w:rsid w:val="003E5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6</Pages>
  <Words>198</Words>
  <Characters>1132</Characters>
  <Application>Microsoft Office Outlook</Application>
  <DocSecurity>0</DocSecurity>
  <Lines>0</Lines>
  <Paragraphs>0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Waldvogel</dc:creator>
  <cp:keywords/>
  <dc:description/>
  <cp:lastModifiedBy>mahl</cp:lastModifiedBy>
  <cp:revision>3</cp:revision>
  <dcterms:created xsi:type="dcterms:W3CDTF">2014-03-31T07:51:00Z</dcterms:created>
  <dcterms:modified xsi:type="dcterms:W3CDTF">2014-04-03T11:37:00Z</dcterms:modified>
</cp:coreProperties>
</file>